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84AB70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53455A">
        <w:rPr>
          <w:b/>
          <w:color w:val="FF5200" w:themeColor="accent2"/>
          <w:sz w:val="36"/>
          <w:szCs w:val="36"/>
        </w:rPr>
        <w:t>nabídky</w:t>
      </w:r>
      <w:r w:rsidR="0031280B" w:rsidRPr="0053455A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53455A" w:rsidRPr="0053455A">
        <w:rPr>
          <w:b/>
          <w:color w:val="FF5200" w:themeColor="accent2"/>
          <w:sz w:val="36"/>
          <w:szCs w:val="36"/>
        </w:rPr>
        <w:t>Zajištění odborné způsobilosti pro zacházení s přípravky na ochranu rostlin</w:t>
      </w:r>
      <w:r w:rsidR="0031280B" w:rsidRPr="0053455A">
        <w:rPr>
          <w:b/>
          <w:color w:val="FF5200" w:themeColor="accent2"/>
          <w:sz w:val="36"/>
          <w:szCs w:val="36"/>
        </w:rPr>
        <w:t>“</w:t>
      </w:r>
      <w:r w:rsidR="000128D4" w:rsidRPr="0053455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3455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3455A" w:rsidRPr="0053455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85956/2025-SŽ-GŘ-O25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AEE1E60" w14:textId="7C4034A6" w:rsidR="0053455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9006664" w:history="1">
            <w:r w:rsidR="0053455A" w:rsidRPr="00AE67F9">
              <w:rPr>
                <w:rStyle w:val="Hypertextovodkaz"/>
                <w:noProof/>
              </w:rPr>
              <w:t>Kapitola 1.</w:t>
            </w:r>
            <w:r w:rsidR="0053455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455A" w:rsidRPr="00AE67F9">
              <w:rPr>
                <w:rStyle w:val="Hypertextovodkaz"/>
                <w:noProof/>
              </w:rPr>
              <w:t>Základní údaje k nabídce</w:t>
            </w:r>
            <w:r w:rsidR="0053455A">
              <w:rPr>
                <w:noProof/>
                <w:webHidden/>
              </w:rPr>
              <w:tab/>
            </w:r>
            <w:r w:rsidR="0053455A">
              <w:rPr>
                <w:noProof/>
                <w:webHidden/>
              </w:rPr>
              <w:fldChar w:fldCharType="begin"/>
            </w:r>
            <w:r w:rsidR="0053455A">
              <w:rPr>
                <w:noProof/>
                <w:webHidden/>
              </w:rPr>
              <w:instrText xml:space="preserve"> PAGEREF _Toc209006664 \h </w:instrText>
            </w:r>
            <w:r w:rsidR="0053455A">
              <w:rPr>
                <w:noProof/>
                <w:webHidden/>
              </w:rPr>
            </w:r>
            <w:r w:rsidR="0053455A"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2</w:t>
            </w:r>
            <w:r w:rsidR="0053455A">
              <w:rPr>
                <w:noProof/>
                <w:webHidden/>
              </w:rPr>
              <w:fldChar w:fldCharType="end"/>
            </w:r>
          </w:hyperlink>
        </w:p>
        <w:p w14:paraId="4C102FE7" w14:textId="739BE8BA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65" w:history="1">
            <w:r w:rsidRPr="00AE67F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0A8178" w14:textId="7D621BA1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66" w:history="1">
            <w:r w:rsidRPr="00AE67F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5962F" w14:textId="7C71AC77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67" w:history="1">
            <w:r w:rsidRPr="00AE67F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F6EC0" w14:textId="7D140DB0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68" w:history="1">
            <w:r w:rsidRPr="00AE67F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8A840" w14:textId="04A6FB09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69" w:history="1">
            <w:r w:rsidRPr="00AE67F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Čestné</w:t>
            </w:r>
            <w:r w:rsidRPr="00AE67F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B5352" w14:textId="3800055D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70" w:history="1">
            <w:r w:rsidRPr="00AE67F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587A34" w14:textId="20ECC605" w:rsidR="0053455A" w:rsidRDefault="0053455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9006671" w:history="1">
            <w:r w:rsidRPr="00AE67F9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67F9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_Toc209006671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6F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255223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900666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55B784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3455A">
        <w:t xml:space="preserve">jako </w:t>
      </w:r>
      <w:r w:rsidR="000128D4" w:rsidRPr="0053455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C56F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C56F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9006665"/>
      <w:r>
        <w:lastRenderedPageBreak/>
        <w:t>Ceník</w:t>
      </w:r>
      <w:bookmarkEnd w:id="1"/>
    </w:p>
    <w:p w14:paraId="3E5E9B0F" w14:textId="0CE1533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53455A" w:rsidRPr="0053455A">
        <w:rPr>
          <w:rStyle w:val="Siln"/>
          <w:b w:val="0"/>
          <w:bCs w:val="0"/>
        </w:rPr>
        <w:t xml:space="preserve">3 </w:t>
      </w:r>
      <w:r w:rsidR="001E0266" w:rsidRPr="0053455A">
        <w:rPr>
          <w:rStyle w:val="Siln"/>
          <w:b w:val="0"/>
          <w:bCs w:val="0"/>
          <w:i/>
          <w:iCs/>
        </w:rPr>
        <w:t>Závazného vzoru rámcové dohody</w:t>
      </w:r>
      <w:r w:rsidR="0053455A" w:rsidRPr="0053455A">
        <w:rPr>
          <w:rStyle w:val="Siln"/>
          <w:b w:val="0"/>
          <w:bCs w:val="0"/>
          <w:i/>
          <w:iCs/>
        </w:rPr>
        <w:t>, který je přílohou č. 3</w:t>
      </w:r>
      <w:r w:rsidRPr="0053455A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900666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900666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900666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900666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9006670"/>
      <w:r w:rsidRPr="00E85D44">
        <w:t>Čestné prohlášení o splnění technické kvalifikace</w:t>
      </w:r>
      <w:bookmarkEnd w:id="6"/>
    </w:p>
    <w:p w14:paraId="71002640" w14:textId="1047E2D7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 xml:space="preserve">nabídku, </w:t>
      </w:r>
      <w:r w:rsidR="00E85D44" w:rsidRPr="0053455A">
        <w:rPr>
          <w:lang w:eastAsia="cs-CZ"/>
        </w:rPr>
        <w:t xml:space="preserve">tímto čestně prohlašuje, že za poslední 3 roky před zahájením </w:t>
      </w:r>
      <w:r w:rsidR="00A63D48" w:rsidRPr="0053455A">
        <w:rPr>
          <w:lang w:eastAsia="cs-CZ"/>
        </w:rPr>
        <w:t xml:space="preserve">výběrového </w:t>
      </w:r>
      <w:r w:rsidR="00E85D44" w:rsidRPr="0053455A">
        <w:rPr>
          <w:lang w:eastAsia="cs-CZ"/>
        </w:rPr>
        <w:t xml:space="preserve">řízení poskytoval alespoň </w:t>
      </w:r>
      <w:r w:rsidR="0053455A" w:rsidRPr="0053455A">
        <w:rPr>
          <w:lang w:eastAsia="cs-CZ"/>
        </w:rPr>
        <w:t>2</w:t>
      </w:r>
      <w:r w:rsidR="00E85D44" w:rsidRPr="0053455A">
        <w:rPr>
          <w:lang w:eastAsia="cs-CZ"/>
        </w:rPr>
        <w:t xml:space="preserve"> </w:t>
      </w:r>
      <w:r w:rsidR="0053455A" w:rsidRPr="0053455A">
        <w:rPr>
          <w:lang w:eastAsia="cs-CZ"/>
        </w:rPr>
        <w:t>významné služby</w:t>
      </w:r>
      <w:r w:rsidR="00E85D44" w:rsidRPr="0053455A">
        <w:rPr>
          <w:lang w:eastAsia="cs-CZ"/>
        </w:rPr>
        <w:t xml:space="preserve"> </w:t>
      </w:r>
      <w:r w:rsidR="00AD5DCA" w:rsidRPr="0053455A">
        <w:rPr>
          <w:lang w:eastAsia="cs-CZ"/>
        </w:rPr>
        <w:t>definovan</w:t>
      </w:r>
      <w:r w:rsidR="00AD5DCA">
        <w:rPr>
          <w:lang w:eastAsia="cs-CZ"/>
        </w:rPr>
        <w:t>é</w:t>
      </w:r>
      <w:r w:rsidR="00AD5DCA" w:rsidRPr="0053455A">
        <w:rPr>
          <w:lang w:eastAsia="cs-CZ"/>
        </w:rPr>
        <w:t xml:space="preserve"> </w:t>
      </w:r>
      <w:r w:rsidR="00E85D44" w:rsidRPr="0053455A">
        <w:rPr>
          <w:lang w:eastAsia="cs-CZ"/>
        </w:rPr>
        <w:t xml:space="preserve">v čl. </w:t>
      </w:r>
      <w:r w:rsidR="00691671">
        <w:rPr>
          <w:lang w:eastAsia="cs-CZ"/>
        </w:rPr>
        <w:t>9</w:t>
      </w:r>
      <w:r w:rsidR="0053455A" w:rsidRPr="0053455A">
        <w:rPr>
          <w:lang w:eastAsia="cs-CZ"/>
        </w:rPr>
        <w:t>.5.1.</w:t>
      </w:r>
      <w:r w:rsidR="00E85D44" w:rsidRPr="0053455A">
        <w:rPr>
          <w:lang w:eastAsia="cs-CZ"/>
        </w:rPr>
        <w:t xml:space="preserve"> </w:t>
      </w:r>
      <w:r w:rsidR="00B87D91" w:rsidRPr="0053455A">
        <w:rPr>
          <w:lang w:eastAsia="cs-CZ"/>
        </w:rPr>
        <w:t>V</w:t>
      </w:r>
      <w:r w:rsidR="00E85D44" w:rsidRPr="0053455A">
        <w:rPr>
          <w:lang w:eastAsia="cs-CZ"/>
        </w:rPr>
        <w:t>ýzvy k podání nabídky v</w:t>
      </w:r>
      <w:r w:rsidR="00073DEB">
        <w:rPr>
          <w:lang w:eastAsia="cs-CZ"/>
        </w:rPr>
        <w:t> </w:t>
      </w:r>
      <w:r w:rsidR="0053455A" w:rsidRPr="0053455A">
        <w:rPr>
          <w:lang w:eastAsia="cs-CZ"/>
        </w:rPr>
        <w:t>minimální</w:t>
      </w:r>
      <w:r w:rsidR="00073DEB">
        <w:rPr>
          <w:lang w:eastAsia="cs-CZ"/>
        </w:rPr>
        <w:t xml:space="preserve">m počtu 50 školených osob </w:t>
      </w:r>
      <w:r w:rsidR="00691671">
        <w:rPr>
          <w:lang w:eastAsia="cs-CZ"/>
        </w:rPr>
        <w:t>za obě služby v součtu</w:t>
      </w:r>
      <w:r w:rsidR="00E85D44" w:rsidRPr="0053455A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2FAA59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4EC0700A" w14:textId="14AF90C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83D43C6" w:rsidR="00E85D44" w:rsidRPr="004C56FF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bCs w:val="0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  <w:r w:rsidR="00947943">
              <w:rPr>
                <w:rStyle w:val="Siln"/>
                <w:b w:val="0"/>
                <w:bCs w:val="0"/>
              </w:rPr>
              <w:t xml:space="preserve">(včetně stupně osvědčení </w:t>
            </w:r>
            <w:r w:rsidR="00947943" w:rsidRPr="00947943">
              <w:rPr>
                <w:rStyle w:val="Siln"/>
                <w:b w:val="0"/>
                <w:bCs w:val="0"/>
              </w:rPr>
              <w:t>pro nakládání s přípravky a používání přípravků na ochranu rostlin</w:t>
            </w:r>
            <w:r w:rsidR="00947943">
              <w:rPr>
                <w:rStyle w:val="Siln"/>
                <w:b w:val="0"/>
                <w:bCs w:val="0"/>
              </w:rPr>
              <w:t>)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0D604C2" w:rsidR="00E85D44" w:rsidRPr="00471B29" w:rsidRDefault="00073DEB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Počet školených osob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Pr="00691671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Pr="00691671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20"/>
                <w:szCs w:val="20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Pr="00691671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20"/>
                <w:szCs w:val="20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Pr="00691671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20"/>
                <w:szCs w:val="20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209006671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FF7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53455A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53455A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F729D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FF7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2362AB3B" w14:textId="00156B0D" w:rsidR="00F44645" w:rsidRPr="0053455A" w:rsidRDefault="0053455A" w:rsidP="00A327CB">
            <w:pPr>
              <w:rPr>
                <w:rFonts w:eastAsia="Times New Roman" w:cs="Times New Roman"/>
                <w:lang w:eastAsia="cs-CZ"/>
              </w:rPr>
            </w:pPr>
            <w:r w:rsidRPr="0053455A">
              <w:rPr>
                <w:rFonts w:eastAsia="Times New Roman" w:cs="Times New Roman"/>
                <w:lang w:eastAsia="cs-CZ"/>
              </w:rPr>
              <w:t>Školitel</w:t>
            </w:r>
          </w:p>
        </w:tc>
        <w:tc>
          <w:tcPr>
            <w:tcW w:w="4352" w:type="dxa"/>
          </w:tcPr>
          <w:p w14:paraId="1B4FBCB8" w14:textId="7562D91F" w:rsidR="00F44645" w:rsidRPr="00F44645" w:rsidRDefault="00FF729D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53455A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030DEE8B" w14:textId="77777777" w:rsidTr="00FF7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43C7899D" w:rsidR="00F44645" w:rsidRPr="0053455A" w:rsidRDefault="0053455A" w:rsidP="00A327CB">
            <w:pPr>
              <w:rPr>
                <w:rFonts w:eastAsia="Times New Roman" w:cs="Times New Roman"/>
                <w:lang w:eastAsia="cs-CZ"/>
              </w:rPr>
            </w:pPr>
            <w:r w:rsidRPr="0053455A">
              <w:rPr>
                <w:rFonts w:eastAsia="Times New Roman" w:cs="Times New Roman"/>
                <w:lang w:eastAsia="cs-CZ"/>
              </w:rPr>
              <w:t>Školitel</w:t>
            </w:r>
          </w:p>
        </w:tc>
        <w:tc>
          <w:tcPr>
            <w:tcW w:w="4352" w:type="dxa"/>
          </w:tcPr>
          <w:p w14:paraId="4E57380B" w14:textId="65D80977" w:rsidR="00F44645" w:rsidRPr="00F44645" w:rsidRDefault="00FF729D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53455A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53455A" w14:paraId="274AC354" w14:textId="77777777" w:rsidTr="00FF7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53455A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53455A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53455A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53455A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53455A" w14:paraId="4057DA1D" w14:textId="77777777" w:rsidTr="00FF7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53455A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541E27BE" w14:textId="77777777" w:rsidR="00F44645" w:rsidRPr="00FF729D" w:rsidRDefault="00F44645" w:rsidP="00471B29">
      <w:pPr>
        <w:rPr>
          <w:lang w:eastAsia="cs-CZ"/>
        </w:rPr>
      </w:pPr>
      <w:r w:rsidRPr="00FF729D">
        <w:rPr>
          <w:lang w:eastAsia="cs-CZ"/>
        </w:rPr>
        <w:t>Přílohy:</w:t>
      </w:r>
    </w:p>
    <w:p w14:paraId="49EB50C8" w14:textId="4CEA1982" w:rsidR="00FF729D" w:rsidRPr="00FF729D" w:rsidRDefault="00FF729D" w:rsidP="00471B29">
      <w:pPr>
        <w:rPr>
          <w:lang w:eastAsia="cs-CZ"/>
        </w:rPr>
      </w:pPr>
      <w:r w:rsidRPr="00FF729D">
        <w:rPr>
          <w:lang w:eastAsia="cs-CZ"/>
        </w:rPr>
        <w:t>Profesní ž</w:t>
      </w:r>
      <w:r w:rsidR="00F44645" w:rsidRPr="00FF729D">
        <w:rPr>
          <w:lang w:eastAsia="cs-CZ"/>
        </w:rPr>
        <w:t xml:space="preserve">ivotopis </w:t>
      </w:r>
      <w:r w:rsidRPr="00FF729D">
        <w:rPr>
          <w:lang w:eastAsia="cs-CZ"/>
        </w:rPr>
        <w:t>člena týmu</w:t>
      </w:r>
    </w:p>
    <w:p w14:paraId="6A00F7AE" w14:textId="743B4876" w:rsidR="00E666DF" w:rsidRDefault="00FF729D" w:rsidP="0027438E">
      <w:pPr>
        <w:rPr>
          <w:lang w:eastAsia="cs-CZ"/>
        </w:rPr>
      </w:pPr>
      <w:r>
        <w:rPr>
          <w:lang w:eastAsia="cs-CZ"/>
        </w:rPr>
        <w:t xml:space="preserve">Osvědčení třetího stupně ve smyslu </w:t>
      </w:r>
      <w:proofErr w:type="spellStart"/>
      <w:r>
        <w:rPr>
          <w:lang w:eastAsia="cs-CZ"/>
        </w:rPr>
        <w:t>ust</w:t>
      </w:r>
      <w:proofErr w:type="spellEnd"/>
      <w:r>
        <w:rPr>
          <w:lang w:eastAsia="cs-CZ"/>
        </w:rPr>
        <w:t xml:space="preserve">. 86 odst. 3 zákona o rostlinolékařské péči. </w:t>
      </w:r>
    </w:p>
    <w:p w14:paraId="67A774CC" w14:textId="47DB94F5" w:rsidR="002126E7" w:rsidRDefault="000128D4" w:rsidP="0053455A">
      <w:pPr>
        <w:spacing w:after="0"/>
        <w:rPr>
          <w:highlight w:val="green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254A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3DDD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F9E9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C132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8F694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EBE0C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84059" w14:textId="75D8F909" w:rsidR="0053455A" w:rsidRDefault="005345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4B1F9" w14:textId="655B2CF7" w:rsidR="0053455A" w:rsidRDefault="005345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53830B73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D279B70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3DEB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A62DE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101B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56FF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55A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5F6903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1671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77BD6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269CF"/>
    <w:rsid w:val="00936091"/>
    <w:rsid w:val="00940D8A"/>
    <w:rsid w:val="009467E0"/>
    <w:rsid w:val="00947943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5DCA"/>
    <w:rsid w:val="00AD6731"/>
    <w:rsid w:val="00B15D0D"/>
    <w:rsid w:val="00B313A8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B1CC0"/>
    <w:rsid w:val="00FC4B68"/>
    <w:rsid w:val="00FC5583"/>
    <w:rsid w:val="00FC6389"/>
    <w:rsid w:val="00FD54F3"/>
    <w:rsid w:val="00FF567A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1363</Words>
  <Characters>8047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</cp:revision>
  <cp:lastPrinted>2025-11-07T11:28:00Z</cp:lastPrinted>
  <dcterms:created xsi:type="dcterms:W3CDTF">2025-11-06T13:44:00Z</dcterms:created>
  <dcterms:modified xsi:type="dcterms:W3CDTF">2025-11-07T11:29:00Z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